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6A2" w:rsidRPr="00113001" w:rsidRDefault="004656A2" w:rsidP="004656A2">
      <w:pPr>
        <w:rPr>
          <w:rFonts w:asciiTheme="minorEastAsia" w:eastAsiaTheme="minorEastAsia" w:hAnsiTheme="minorEastAsia"/>
        </w:rPr>
      </w:pPr>
      <w:r w:rsidRPr="00A23086">
        <w:rPr>
          <w:rFonts w:asciiTheme="minorEastAsia" w:eastAsiaTheme="minorEastAsia" w:hAnsiTheme="minorEastAsia" w:hint="eastAsia"/>
        </w:rPr>
        <w:t>第</w:t>
      </w:r>
      <w:r w:rsidR="00AC7F17">
        <w:rPr>
          <w:rFonts w:asciiTheme="minorEastAsia" w:eastAsiaTheme="minorEastAsia" w:hAnsiTheme="minorEastAsia" w:hint="eastAsia"/>
        </w:rPr>
        <w:t>10</w:t>
      </w:r>
      <w:r w:rsidRPr="00A23086">
        <w:rPr>
          <w:rFonts w:asciiTheme="minorEastAsia" w:eastAsiaTheme="minorEastAsia" w:hAnsiTheme="minorEastAsia" w:hint="eastAsia"/>
        </w:rPr>
        <w:t>号様式（第</w:t>
      </w:r>
      <w:r w:rsidR="0057568B" w:rsidRPr="00A23086">
        <w:rPr>
          <w:rFonts w:asciiTheme="minorEastAsia" w:eastAsiaTheme="minorEastAsia" w:hAnsiTheme="minorEastAsia" w:hint="eastAsia"/>
        </w:rPr>
        <w:t>13</w:t>
      </w:r>
      <w:r w:rsidRPr="00A23086">
        <w:rPr>
          <w:rFonts w:asciiTheme="minorEastAsia" w:eastAsiaTheme="minorEastAsia" w:hAnsiTheme="minorEastAsia" w:hint="eastAsia"/>
        </w:rPr>
        <w:t>条第１項関係）</w:t>
      </w:r>
    </w:p>
    <w:p w:rsidR="004656A2" w:rsidRPr="00024FA8" w:rsidRDefault="0057568B" w:rsidP="00024FA8">
      <w:pPr>
        <w:overflowPunct w:val="0"/>
        <w:autoSpaceDE w:val="0"/>
        <w:autoSpaceDN w:val="0"/>
        <w:spacing w:line="480" w:lineRule="auto"/>
        <w:ind w:left="240" w:hangingChars="100" w:hanging="240"/>
        <w:jc w:val="center"/>
        <w:rPr>
          <w:rFonts w:asciiTheme="minorEastAsia" w:eastAsiaTheme="minorEastAsia" w:hAnsiTheme="minorEastAsia"/>
          <w:sz w:val="24"/>
        </w:rPr>
      </w:pPr>
      <w:r w:rsidRPr="00024FA8">
        <w:rPr>
          <w:rFonts w:asciiTheme="minorEastAsia" w:eastAsiaTheme="minorEastAsia" w:hAnsiTheme="minorEastAsia" w:hint="eastAsia"/>
          <w:sz w:val="24"/>
        </w:rPr>
        <w:t>ファミリーシップカード</w:t>
      </w:r>
      <w:r w:rsidR="004656A2" w:rsidRPr="00024FA8">
        <w:rPr>
          <w:rFonts w:asciiTheme="minorEastAsia" w:eastAsiaTheme="minorEastAsia" w:hAnsiTheme="minorEastAsia" w:hint="eastAsia"/>
          <w:sz w:val="24"/>
        </w:rPr>
        <w:t>再交付申請書</w:t>
      </w:r>
    </w:p>
    <w:tbl>
      <w:tblPr>
        <w:tblStyle w:val="aa"/>
        <w:tblW w:w="9072" w:type="dxa"/>
        <w:tblInd w:w="-10" w:type="dxa"/>
        <w:tblLook w:val="04A0" w:firstRow="1" w:lastRow="0" w:firstColumn="1" w:lastColumn="0" w:noHBand="0" w:noVBand="1"/>
      </w:tblPr>
      <w:tblGrid>
        <w:gridCol w:w="1418"/>
        <w:gridCol w:w="7654"/>
      </w:tblGrid>
      <w:tr w:rsidR="004656A2" w:rsidRPr="00024FA8" w:rsidTr="00E35456">
        <w:trPr>
          <w:trHeight w:val="4123"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6A2" w:rsidRPr="00024FA8" w:rsidRDefault="004656A2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  <w:p w:rsidR="004656A2" w:rsidRPr="00024FA8" w:rsidRDefault="004656A2" w:rsidP="00E35456">
            <w:pPr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　　　　　　　　　　　　年　　月　　日</w:t>
            </w:r>
          </w:p>
          <w:p w:rsidR="004656A2" w:rsidRPr="00024FA8" w:rsidRDefault="004656A2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>（あて先）横須賀市長</w:t>
            </w:r>
          </w:p>
          <w:p w:rsidR="004656A2" w:rsidRPr="00024FA8" w:rsidRDefault="004656A2" w:rsidP="00E35456">
            <w:pPr>
              <w:overflowPunct w:val="0"/>
              <w:autoSpaceDE w:val="0"/>
              <w:autoSpaceDN w:val="0"/>
              <w:spacing w:beforeLines="50" w:before="178"/>
              <w:ind w:firstLineChars="600" w:firstLine="1440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（申請者）　</w:t>
            </w:r>
            <w:r w:rsidRPr="00024FA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住所　　　　　　　　　　　　　　　　</w:t>
            </w:r>
          </w:p>
          <w:p w:rsidR="004656A2" w:rsidRDefault="004656A2" w:rsidP="00E35456">
            <w:pPr>
              <w:overflowPunct w:val="0"/>
              <w:autoSpaceDE w:val="0"/>
              <w:autoSpaceDN w:val="0"/>
              <w:spacing w:beforeLines="50" w:before="178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</w:t>
            </w:r>
            <w:r w:rsid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</w:t>
            </w: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</w:t>
            </w:r>
            <w:r w:rsidRPr="00024FA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　</w:t>
            </w:r>
          </w:p>
          <w:p w:rsidR="00B410BD" w:rsidRPr="00024FA8" w:rsidRDefault="00B410BD" w:rsidP="00B410BD">
            <w:pPr>
              <w:overflowPunct w:val="0"/>
              <w:autoSpaceDE w:val="0"/>
              <w:autoSpaceDN w:val="0"/>
              <w:spacing w:beforeLines="50" w:before="178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　　　</w:t>
            </w: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sz w:val="24"/>
                <w:u w:val="single"/>
              </w:rPr>
              <w:t>電話番号</w:t>
            </w:r>
            <w:r w:rsidRPr="00024FA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</w:t>
            </w:r>
          </w:p>
          <w:p w:rsidR="004656A2" w:rsidRPr="00024FA8" w:rsidRDefault="004656A2" w:rsidP="00E35456">
            <w:pPr>
              <w:overflowPunct w:val="0"/>
              <w:autoSpaceDE w:val="0"/>
              <w:autoSpaceDN w:val="0"/>
              <w:spacing w:beforeLines="50" w:before="178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（代筆者）　</w:t>
            </w:r>
            <w:r w:rsidRPr="00024FA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住所　　　　　　　　　　　　　　　　</w:t>
            </w:r>
          </w:p>
          <w:p w:rsidR="004656A2" w:rsidRPr="00024FA8" w:rsidRDefault="004656A2" w:rsidP="00E35456">
            <w:pPr>
              <w:overflowPunct w:val="0"/>
              <w:autoSpaceDE w:val="0"/>
              <w:autoSpaceDN w:val="0"/>
              <w:spacing w:beforeLines="50" w:before="178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</w:t>
            </w:r>
            <w:r w:rsid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　　</w:t>
            </w:r>
            <w:r w:rsidRPr="00024FA8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氏名　　　　　　　　　　　　　　　　</w:t>
            </w:r>
          </w:p>
          <w:p w:rsidR="004656A2" w:rsidRPr="00024FA8" w:rsidRDefault="004656A2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  <w:p w:rsidR="004656A2" w:rsidRDefault="004656A2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 xml:space="preserve">　　　　年　月　日付けで交付された</w:t>
            </w:r>
            <w:r w:rsidR="0057568B" w:rsidRPr="00024FA8">
              <w:rPr>
                <w:rFonts w:asciiTheme="minorEastAsia" w:eastAsiaTheme="minorEastAsia" w:hAnsiTheme="minorEastAsia" w:hint="eastAsia"/>
                <w:sz w:val="24"/>
              </w:rPr>
              <w:t>ファミリーシップカード</w:t>
            </w:r>
            <w:r w:rsidRPr="00024FA8">
              <w:rPr>
                <w:rFonts w:asciiTheme="minorEastAsia" w:eastAsiaTheme="minorEastAsia" w:hAnsiTheme="minorEastAsia" w:hint="eastAsia"/>
                <w:sz w:val="24"/>
              </w:rPr>
              <w:t>の再交付を受けたいので、横須賀市パートナーシップ宣誓証明の取扱いに関する要綱第</w:t>
            </w:r>
            <w:r w:rsidR="0057568B" w:rsidRPr="00024FA8">
              <w:rPr>
                <w:rFonts w:asciiTheme="minorEastAsia" w:eastAsiaTheme="minorEastAsia" w:hAnsiTheme="minorEastAsia" w:hint="eastAsia"/>
                <w:sz w:val="24"/>
              </w:rPr>
              <w:t>13</w:t>
            </w:r>
            <w:r w:rsidRPr="00024FA8">
              <w:rPr>
                <w:rFonts w:asciiTheme="minorEastAsia" w:eastAsiaTheme="minorEastAsia" w:hAnsiTheme="minorEastAsia" w:hint="eastAsia"/>
                <w:sz w:val="24"/>
              </w:rPr>
              <w:t>条第１項の規定により申請します。</w:t>
            </w:r>
          </w:p>
          <w:p w:rsidR="00E35456" w:rsidRPr="00024FA8" w:rsidRDefault="00E35456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656A2" w:rsidRPr="00024FA8" w:rsidTr="00B410BD">
        <w:trPr>
          <w:trHeight w:val="972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4FA8" w:rsidRDefault="00024FA8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対象者</w:t>
            </w:r>
          </w:p>
          <w:p w:rsidR="004656A2" w:rsidRPr="00024FA8" w:rsidRDefault="00024FA8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氏名</w:t>
            </w:r>
          </w:p>
        </w:tc>
        <w:tc>
          <w:tcPr>
            <w:tcW w:w="76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56A2" w:rsidRPr="00024FA8" w:rsidRDefault="00024FA8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</w:p>
        </w:tc>
      </w:tr>
      <w:tr w:rsidR="00024FA8" w:rsidRPr="00024FA8" w:rsidTr="00B410BD">
        <w:trPr>
          <w:trHeight w:val="2673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4FA8" w:rsidRPr="00024FA8" w:rsidRDefault="00024FA8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>再交付を</w:t>
            </w:r>
          </w:p>
          <w:p w:rsidR="00024FA8" w:rsidRPr="00024FA8" w:rsidRDefault="00024FA8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>申請する</w:t>
            </w:r>
          </w:p>
          <w:p w:rsidR="00024FA8" w:rsidRPr="00024FA8" w:rsidRDefault="00024FA8" w:rsidP="00E35456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>理由</w:t>
            </w:r>
          </w:p>
        </w:tc>
        <w:tc>
          <w:tcPr>
            <w:tcW w:w="76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4FA8" w:rsidRPr="00024FA8" w:rsidRDefault="00024FA8" w:rsidP="00E35456">
            <w:pPr>
              <w:overflowPunct w:val="0"/>
              <w:autoSpaceDE w:val="0"/>
              <w:autoSpaceDN w:val="0"/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>１　紛失</w:t>
            </w:r>
          </w:p>
          <w:p w:rsidR="00024FA8" w:rsidRPr="00024FA8" w:rsidRDefault="00024FA8" w:rsidP="00E35456">
            <w:pPr>
              <w:overflowPunct w:val="0"/>
              <w:autoSpaceDE w:val="0"/>
              <w:autoSpaceDN w:val="0"/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>２　き損</w:t>
            </w:r>
          </w:p>
          <w:p w:rsidR="00024FA8" w:rsidRPr="00024FA8" w:rsidRDefault="00024FA8" w:rsidP="00E35456">
            <w:pPr>
              <w:overflowPunct w:val="0"/>
              <w:autoSpaceDE w:val="0"/>
              <w:autoSpaceDN w:val="0"/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>３　汚損</w:t>
            </w:r>
          </w:p>
          <w:p w:rsidR="00024FA8" w:rsidRPr="00024FA8" w:rsidRDefault="00024FA8" w:rsidP="00A407D1">
            <w:pPr>
              <w:overflowPunct w:val="0"/>
              <w:autoSpaceDE w:val="0"/>
              <w:autoSpaceDN w:val="0"/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024FA8">
              <w:rPr>
                <w:rFonts w:asciiTheme="minorEastAsia" w:eastAsiaTheme="minorEastAsia" w:hAnsiTheme="minorEastAsia" w:hint="eastAsia"/>
                <w:sz w:val="24"/>
              </w:rPr>
              <w:t>４　その他（　　　　　　　　　　　　　　　　　　　　）</w:t>
            </w:r>
          </w:p>
        </w:tc>
      </w:tr>
    </w:tbl>
    <w:p w:rsidR="00A407D1" w:rsidRDefault="006F02A8" w:rsidP="004656A2">
      <w:bookmarkStart w:id="0" w:name="_Hlk154476760"/>
      <w:r w:rsidRPr="00024FA8">
        <w:rPr>
          <w:rFonts w:ascii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B5E8E" wp14:editId="358762B3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623695" cy="1141095"/>
                <wp:effectExtent l="0" t="0" r="14605" b="2095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695" cy="1141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407D1" w:rsidRPr="00C60DB3" w:rsidRDefault="00A407D1" w:rsidP="00024F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0D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（収受印）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B5E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6.65pt;margin-top:.25pt;width:127.85pt;height:89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" fillcolor="window" strokeweight=".5pt">
                <v:textbox>
                  <w:txbxContent>
                    <w:p w:rsidR="00A407D1" w:rsidRPr="00C60DB3" w:rsidRDefault="00A407D1" w:rsidP="00024FA8">
                      <w:pPr>
                        <w:rPr>
                          <w:sz w:val="16"/>
                          <w:szCs w:val="16"/>
                        </w:rPr>
                      </w:pPr>
                      <w:r w:rsidRPr="00C60DB3">
                        <w:rPr>
                          <w:rFonts w:hint="eastAsia"/>
                          <w:sz w:val="16"/>
                          <w:szCs w:val="16"/>
                        </w:rPr>
                        <w:t>（収受印）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07D1" w:rsidRPr="00207D21" w:rsidRDefault="00A407D1" w:rsidP="00A407D1">
      <w:pPr>
        <w:rPr>
          <w:rFonts w:ascii="ＭＳ 明朝" w:hAnsi="ＭＳ 明朝"/>
          <w:szCs w:val="18"/>
        </w:rPr>
      </w:pPr>
      <w:r w:rsidRPr="00207D21">
        <w:rPr>
          <w:rFonts w:ascii="ＭＳ 明朝" w:hAnsi="ＭＳ 明朝" w:hint="eastAsia"/>
          <w:szCs w:val="18"/>
        </w:rPr>
        <w:t>（注意事項）</w:t>
      </w:r>
    </w:p>
    <w:p w:rsidR="006F02A8" w:rsidRDefault="00A407D1" w:rsidP="00A407D1">
      <w:pPr>
        <w:overflowPunct w:val="0"/>
        <w:autoSpaceDE w:val="0"/>
        <w:autoSpaceDN w:val="0"/>
        <w:ind w:leftChars="100" w:left="420" w:rightChars="1483" w:right="3114" w:hangingChars="100" w:hanging="210"/>
        <w:rPr>
          <w:rFonts w:ascii="ＭＳ 明朝" w:hAnsi="ＭＳ 明朝"/>
          <w:szCs w:val="18"/>
        </w:rPr>
      </w:pPr>
      <w:r w:rsidRPr="00207D21">
        <w:rPr>
          <w:rFonts w:ascii="ＭＳ 明朝" w:hAnsi="ＭＳ 明朝" w:hint="eastAsia"/>
          <w:szCs w:val="18"/>
        </w:rPr>
        <w:t>・</w:t>
      </w:r>
      <w:r w:rsidR="006F02A8">
        <w:rPr>
          <w:rFonts w:ascii="ＭＳ 明朝" w:hAnsi="ＭＳ 明朝" w:hint="eastAsia"/>
          <w:szCs w:val="18"/>
        </w:rPr>
        <w:t>ファミリーシップカード</w:t>
      </w:r>
      <w:r>
        <w:rPr>
          <w:rFonts w:ascii="ＭＳ 明朝" w:hAnsi="ＭＳ 明朝" w:hint="eastAsia"/>
          <w:szCs w:val="18"/>
        </w:rPr>
        <w:t>を添付してください。</w:t>
      </w:r>
    </w:p>
    <w:p w:rsidR="009926AB" w:rsidRPr="006F02A8" w:rsidRDefault="00A407D1" w:rsidP="006F02A8">
      <w:pPr>
        <w:overflowPunct w:val="0"/>
        <w:autoSpaceDE w:val="0"/>
        <w:autoSpaceDN w:val="0"/>
        <w:ind w:leftChars="100" w:left="420" w:rightChars="1483" w:right="3114" w:hangingChars="100" w:hanging="210"/>
        <w:rPr>
          <w:rFonts w:ascii="ＭＳ 明朝" w:hAnsi="ＭＳ 明朝" w:hint="eastAsia"/>
          <w:szCs w:val="18"/>
        </w:rPr>
      </w:pPr>
      <w:r>
        <w:rPr>
          <w:rFonts w:ascii="ＭＳ 明朝" w:hAnsi="ＭＳ 明朝" w:hint="eastAsia"/>
          <w:szCs w:val="18"/>
        </w:rPr>
        <w:t>（紛失した場合を除く。）</w:t>
      </w:r>
    </w:p>
    <w:p w:rsidR="00A407D1" w:rsidRPr="00207D21" w:rsidRDefault="00A407D1" w:rsidP="00E35456">
      <w:pPr>
        <w:overflowPunct w:val="0"/>
        <w:autoSpaceDE w:val="0"/>
        <w:autoSpaceDN w:val="0"/>
        <w:ind w:leftChars="100" w:left="420" w:rightChars="1483" w:right="3114" w:hangingChars="100" w:hanging="210"/>
        <w:rPr>
          <w:rFonts w:ascii="ＭＳ 明朝" w:hAnsi="ＭＳ 明朝" w:hint="eastAsia"/>
          <w:szCs w:val="18"/>
        </w:rPr>
      </w:pPr>
      <w:bookmarkStart w:id="1" w:name="_Hlk154414594"/>
    </w:p>
    <w:p w:rsidR="00E35456" w:rsidRPr="00207D21" w:rsidRDefault="00E35456" w:rsidP="00E35456">
      <w:pPr>
        <w:widowControl/>
        <w:jc w:val="left"/>
        <w:rPr>
          <w:rFonts w:asciiTheme="minorEastAsia" w:eastAsiaTheme="minorEastAsia" w:hAnsiTheme="minorEastAsia"/>
          <w:szCs w:val="16"/>
        </w:rPr>
      </w:pPr>
      <w:bookmarkStart w:id="2" w:name="_Hlk154472945"/>
      <w:r w:rsidRPr="00207D21">
        <w:rPr>
          <w:rFonts w:asciiTheme="minorEastAsia" w:eastAsiaTheme="minorEastAsia" w:hAnsiTheme="minorEastAsia" w:hint="eastAsia"/>
          <w:szCs w:val="16"/>
        </w:rPr>
        <w:t>（事務処理欄）</w:t>
      </w: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1559"/>
        <w:gridCol w:w="4252"/>
      </w:tblGrid>
      <w:tr w:rsidR="008509A1" w:rsidRPr="008509A1" w:rsidTr="00F56432">
        <w:trPr>
          <w:trHeight w:val="340"/>
        </w:trPr>
        <w:tc>
          <w:tcPr>
            <w:tcW w:w="1559" w:type="dxa"/>
          </w:tcPr>
          <w:p w:rsidR="00E35456" w:rsidRPr="008509A1" w:rsidRDefault="00E35456" w:rsidP="00A407D1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8509A1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本人確認</w:t>
            </w:r>
          </w:p>
        </w:tc>
        <w:tc>
          <w:tcPr>
            <w:tcW w:w="4252" w:type="dxa"/>
          </w:tcPr>
          <w:p w:rsidR="00E35456" w:rsidRPr="008509A1" w:rsidRDefault="00E35456" w:rsidP="00A407D1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8509A1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　　　確認済/未確認</w:t>
            </w:r>
          </w:p>
        </w:tc>
      </w:tr>
      <w:tr w:rsidR="008509A1" w:rsidRPr="008509A1" w:rsidTr="00F56432">
        <w:trPr>
          <w:trHeight w:val="340"/>
        </w:trPr>
        <w:tc>
          <w:tcPr>
            <w:tcW w:w="1559" w:type="dxa"/>
            <w:vMerge w:val="restart"/>
            <w:vAlign w:val="center"/>
          </w:tcPr>
          <w:p w:rsidR="00E35456" w:rsidRPr="008509A1" w:rsidRDefault="00F56432" w:rsidP="00F56432">
            <w:pPr>
              <w:widowControl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ファミリーシップカード</w:t>
            </w:r>
          </w:p>
        </w:tc>
        <w:tc>
          <w:tcPr>
            <w:tcW w:w="4252" w:type="dxa"/>
            <w:vAlign w:val="center"/>
          </w:tcPr>
          <w:p w:rsidR="00E35456" w:rsidRPr="008509A1" w:rsidRDefault="00E35456" w:rsidP="00A407D1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8509A1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カード　回収/未回収　　　　　　　　　　　　　</w:t>
            </w:r>
          </w:p>
        </w:tc>
      </w:tr>
      <w:tr w:rsidR="008509A1" w:rsidRPr="008509A1" w:rsidTr="00F56432">
        <w:trPr>
          <w:trHeight w:val="340"/>
        </w:trPr>
        <w:tc>
          <w:tcPr>
            <w:tcW w:w="1559" w:type="dxa"/>
            <w:vMerge/>
            <w:vAlign w:val="center"/>
          </w:tcPr>
          <w:p w:rsidR="00E35456" w:rsidRPr="008509A1" w:rsidRDefault="00E35456" w:rsidP="00A407D1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E35456" w:rsidRPr="008509A1" w:rsidRDefault="00E35456" w:rsidP="00A407D1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8509A1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カード　回収/未回収</w:t>
            </w:r>
          </w:p>
        </w:tc>
      </w:tr>
      <w:tr w:rsidR="008509A1" w:rsidRPr="008509A1" w:rsidTr="00F56432">
        <w:trPr>
          <w:trHeight w:val="340"/>
        </w:trPr>
        <w:tc>
          <w:tcPr>
            <w:tcW w:w="1559" w:type="dxa"/>
            <w:vAlign w:val="center"/>
          </w:tcPr>
          <w:p w:rsidR="00E35456" w:rsidRPr="008509A1" w:rsidRDefault="00E35456" w:rsidP="00A407D1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8509A1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電話連絡</w:t>
            </w:r>
          </w:p>
        </w:tc>
        <w:tc>
          <w:tcPr>
            <w:tcW w:w="4252" w:type="dxa"/>
            <w:vAlign w:val="center"/>
          </w:tcPr>
          <w:p w:rsidR="00E35456" w:rsidRPr="008509A1" w:rsidRDefault="00E35456" w:rsidP="00A407D1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8509A1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　　　　　要/不要</w:t>
            </w:r>
          </w:p>
        </w:tc>
      </w:tr>
      <w:bookmarkEnd w:id="2"/>
    </w:tbl>
    <w:p w:rsidR="00E35456" w:rsidRPr="00207D21" w:rsidRDefault="00E35456" w:rsidP="00E35456">
      <w:pPr>
        <w:spacing w:line="0" w:lineRule="atLeast"/>
        <w:rPr>
          <w:sz w:val="2"/>
        </w:rPr>
      </w:pPr>
    </w:p>
    <w:p w:rsidR="00381D86" w:rsidRPr="00E35456" w:rsidRDefault="00381D86" w:rsidP="00E35456">
      <w:pPr>
        <w:overflowPunct w:val="0"/>
        <w:autoSpaceDE w:val="0"/>
        <w:autoSpaceDN w:val="0"/>
        <w:spacing w:line="0" w:lineRule="atLeast"/>
        <w:rPr>
          <w:rFonts w:ascii="ＭＳ 明朝" w:hAnsi="ＭＳ 明朝"/>
          <w:sz w:val="2"/>
          <w:szCs w:val="21"/>
        </w:rPr>
      </w:pPr>
      <w:bookmarkStart w:id="3" w:name="_GoBack"/>
      <w:bookmarkEnd w:id="0"/>
      <w:bookmarkEnd w:id="1"/>
      <w:bookmarkEnd w:id="3"/>
    </w:p>
    <w:sectPr w:rsidR="00381D86" w:rsidRPr="00E35456" w:rsidSect="00B410BD">
      <w:type w:val="continuous"/>
      <w:pgSz w:w="11906" w:h="16838" w:code="9"/>
      <w:pgMar w:top="1418" w:right="1418" w:bottom="1134" w:left="1418" w:header="720" w:footer="720" w:gutter="0"/>
      <w:cols w:space="720"/>
      <w:noEndnote/>
      <w:docGrid w:type="lines" w:linePitch="357" w:charSpace="90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7D1" w:rsidRDefault="00A407D1" w:rsidP="00577158">
      <w:r>
        <w:separator/>
      </w:r>
    </w:p>
  </w:endnote>
  <w:endnote w:type="continuationSeparator" w:id="0">
    <w:p w:rsidR="00A407D1" w:rsidRDefault="00A407D1" w:rsidP="0057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7D1" w:rsidRDefault="00A407D1" w:rsidP="00577158">
      <w:r>
        <w:separator/>
      </w:r>
    </w:p>
  </w:footnote>
  <w:footnote w:type="continuationSeparator" w:id="0">
    <w:p w:rsidR="00A407D1" w:rsidRDefault="00A407D1" w:rsidP="00577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A40C6"/>
    <w:multiLevelType w:val="singleLevel"/>
    <w:tmpl w:val="741CCCEC"/>
    <w:lvl w:ilvl="0">
      <w:start w:val="75"/>
      <w:numFmt w:val="decimal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1" w15:restartNumberingAfterBreak="0">
    <w:nsid w:val="70733CC5"/>
    <w:multiLevelType w:val="singleLevel"/>
    <w:tmpl w:val="2250D606"/>
    <w:lvl w:ilvl="0">
      <w:start w:val="1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eastAsia"/>
      </w:rPr>
    </w:lvl>
  </w:abstractNum>
  <w:abstractNum w:abstractNumId="2" w15:restartNumberingAfterBreak="0">
    <w:nsid w:val="7CCF5564"/>
    <w:multiLevelType w:val="hybridMultilevel"/>
    <w:tmpl w:val="94B0BF92"/>
    <w:lvl w:ilvl="0" w:tplc="2BC808F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720"/>
  <w:doNotHyphenateCaps/>
  <w:drawingGridHorizontalSpacing w:val="127"/>
  <w:drawingGridVerticalSpacing w:val="357"/>
  <w:displayHorizontalDrawingGridEvery w:val="2"/>
  <w:doNotShadeFormData/>
  <w:noPunctuationKerning/>
  <w:characterSpacingControl w:val="doNotCompress"/>
  <w:noLineBreaksAfter w:lang="ja-JP" w:val="$(12345679[\{£¥‘“〈《「『【〔＄（０１２３４５６７８９［｛｢￡￥"/>
  <w:noLineBreaksBefore w:lang="ja-JP" w:val="!%),.:;?]}¢°’”‰′″℃、。々〉》」』】〕゛゜ゝゞ・ヽヾ！％），．：；？］｝｡｣､･ﾞﾟ￠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58"/>
    <w:rsid w:val="00024FA8"/>
    <w:rsid w:val="001769C0"/>
    <w:rsid w:val="00241ECD"/>
    <w:rsid w:val="002533AA"/>
    <w:rsid w:val="00296A7C"/>
    <w:rsid w:val="002B5D4A"/>
    <w:rsid w:val="00316EA6"/>
    <w:rsid w:val="003513C9"/>
    <w:rsid w:val="00381D86"/>
    <w:rsid w:val="00406C33"/>
    <w:rsid w:val="004656A2"/>
    <w:rsid w:val="004A70A7"/>
    <w:rsid w:val="005424E1"/>
    <w:rsid w:val="0057568B"/>
    <w:rsid w:val="00577158"/>
    <w:rsid w:val="005E3F36"/>
    <w:rsid w:val="006578F5"/>
    <w:rsid w:val="006B1407"/>
    <w:rsid w:val="006F02A8"/>
    <w:rsid w:val="00707261"/>
    <w:rsid w:val="00790B4C"/>
    <w:rsid w:val="008509A1"/>
    <w:rsid w:val="00871EE3"/>
    <w:rsid w:val="009926AB"/>
    <w:rsid w:val="009F638A"/>
    <w:rsid w:val="00A23086"/>
    <w:rsid w:val="00A407D1"/>
    <w:rsid w:val="00A65D42"/>
    <w:rsid w:val="00AA6AD7"/>
    <w:rsid w:val="00AC7F17"/>
    <w:rsid w:val="00AD5747"/>
    <w:rsid w:val="00B410BD"/>
    <w:rsid w:val="00BA64BF"/>
    <w:rsid w:val="00C2216E"/>
    <w:rsid w:val="00C818D6"/>
    <w:rsid w:val="00D10BD7"/>
    <w:rsid w:val="00DA2DF2"/>
    <w:rsid w:val="00DD4488"/>
    <w:rsid w:val="00E35456"/>
    <w:rsid w:val="00E36915"/>
    <w:rsid w:val="00E4136A"/>
    <w:rsid w:val="00EA70E9"/>
    <w:rsid w:val="00EC3D48"/>
    <w:rsid w:val="00EE49F6"/>
    <w:rsid w:val="00F122BC"/>
    <w:rsid w:val="00F56432"/>
    <w:rsid w:val="00F844B9"/>
    <w:rsid w:val="00F96741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6475423"/>
  <w15:docId w15:val="{58C995CA-23F0-4F1A-93CA-FE3FBDD7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4">
    <w:name w:val="Body Text"/>
    <w:basedOn w:val="a"/>
    <w:semiHidden/>
    <w:pPr>
      <w:autoSpaceDE w:val="0"/>
      <w:autoSpaceDN w:val="0"/>
      <w:jc w:val="left"/>
    </w:pPr>
    <w:rPr>
      <w:rFonts w:ascii="ＭＳ 明朝"/>
      <w:spacing w:val="11"/>
    </w:rPr>
  </w:style>
  <w:style w:type="paragraph" w:styleId="a5">
    <w:name w:val="Date"/>
    <w:basedOn w:val="a"/>
    <w:next w:val="a"/>
    <w:semiHidden/>
    <w:rPr>
      <w:rFonts w:ascii="ＭＳ 明朝"/>
    </w:rPr>
  </w:style>
  <w:style w:type="paragraph" w:styleId="a6">
    <w:name w:val="header"/>
    <w:basedOn w:val="a"/>
    <w:link w:val="a7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7158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7158"/>
    <w:rPr>
      <w:kern w:val="2"/>
      <w:sz w:val="21"/>
    </w:rPr>
  </w:style>
  <w:style w:type="table" w:styleId="aa">
    <w:name w:val="Table Grid"/>
    <w:basedOn w:val="a1"/>
    <w:uiPriority w:val="59"/>
    <w:rsid w:val="00DA2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3F3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65D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TableGrid">
    <w:name w:val="TableGrid"/>
    <w:rsid w:val="004656A2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34"/>
    <w:qFormat/>
    <w:rsid w:val="004656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ST7\FLTDOC\RTF7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RTF7READ.DOT</Template>
  <TotalTime>267</TotalTime>
  <Pages>1</Pages>
  <Words>270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外部監査</vt:lpstr>
      <vt:lpstr>外部監査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外部監査</dc:title>
  <dc:creator>横須賀市</dc:creator>
  <cp:lastModifiedBy>横須賀市</cp:lastModifiedBy>
  <cp:revision>40</cp:revision>
  <cp:lastPrinted>2022-12-09T09:46:00Z</cp:lastPrinted>
  <dcterms:created xsi:type="dcterms:W3CDTF">2019-02-04T02:46:00Z</dcterms:created>
  <dcterms:modified xsi:type="dcterms:W3CDTF">2024-01-10T01:07:00Z</dcterms:modified>
</cp:coreProperties>
</file>