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4D" w:rsidRPr="00EA679B" w:rsidRDefault="00B61A8B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申　込　書　／　</w:t>
      </w:r>
      <w:r w:rsidR="00C64478" w:rsidRPr="00EA679B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B7B" w:rsidRPr="00A40B7B" w:rsidRDefault="00D95CCE" w:rsidP="00A40B7B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A051E0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429.3pt;margin-top:-19.8pt;width:52.8pt;height:2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" fillcolor="black">
                <v:textbox>
                  <w:txbxContent>
                    <w:p w:rsidR="00A40B7B" w:rsidRPr="00A40B7B" w:rsidRDefault="00D95CCE" w:rsidP="00A40B7B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A051E0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9019E" w:rsidRPr="00EA679B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>宣　誓　書</w:t>
      </w:r>
    </w:p>
    <w:p w:rsidR="000C104D" w:rsidRDefault="000C104D"/>
    <w:p w:rsidR="00707DAC" w:rsidRPr="008A2F5B" w:rsidRDefault="00707DAC"/>
    <w:p w:rsidR="000C104D" w:rsidRPr="008A2F5B" w:rsidRDefault="0075003B">
      <w:pPr>
        <w:rPr>
          <w:sz w:val="24"/>
        </w:rPr>
      </w:pPr>
      <w:r>
        <w:rPr>
          <w:rFonts w:hint="eastAsia"/>
          <w:sz w:val="24"/>
        </w:rPr>
        <w:t>横須賀</w:t>
      </w:r>
      <w:r w:rsidR="000C104D" w:rsidRPr="008A2F5B">
        <w:rPr>
          <w:rFonts w:hint="eastAsia"/>
          <w:sz w:val="24"/>
        </w:rPr>
        <w:t xml:space="preserve">市長　</w:t>
      </w:r>
    </w:p>
    <w:p w:rsidR="000C104D" w:rsidRDefault="000C104D">
      <w:pPr>
        <w:rPr>
          <w:sz w:val="24"/>
        </w:rPr>
      </w:pPr>
    </w:p>
    <w:p w:rsidR="00257BBE" w:rsidRPr="008A2F5B" w:rsidRDefault="00257BBE">
      <w:pPr>
        <w:rPr>
          <w:sz w:val="24"/>
        </w:rPr>
      </w:pPr>
    </w:p>
    <w:p w:rsidR="00560CA9" w:rsidRDefault="004A028F" w:rsidP="002B526D">
      <w:pPr>
        <w:ind w:firstLineChars="100" w:firstLine="24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D46CDA">
        <w:rPr>
          <w:rFonts w:ascii="ＭＳ 明朝" w:hAnsi="ＭＳ 明朝" w:hint="eastAsia"/>
          <w:sz w:val="24"/>
        </w:rPr>
        <w:t>３</w:t>
      </w:r>
      <w:r w:rsidR="00194C37" w:rsidRPr="003639DA">
        <w:rPr>
          <w:rFonts w:ascii="ＭＳ 明朝" w:hAnsi="ＭＳ 明朝" w:hint="eastAsia"/>
          <w:sz w:val="24"/>
        </w:rPr>
        <w:t>年</w:t>
      </w:r>
      <w:r w:rsidR="000C104D" w:rsidRPr="003639DA">
        <w:rPr>
          <w:rFonts w:ascii="ＭＳ 明朝" w:hAnsi="ＭＳ 明朝" w:hint="eastAsia"/>
          <w:sz w:val="24"/>
        </w:rPr>
        <w:t>４</w:t>
      </w:r>
      <w:r w:rsidR="000C104D" w:rsidRPr="00BC1614">
        <w:rPr>
          <w:rFonts w:ascii="ＭＳ 明朝" w:hAnsi="ＭＳ 明朝" w:hint="eastAsia"/>
          <w:sz w:val="24"/>
        </w:rPr>
        <w:t>月１日から</w:t>
      </w:r>
      <w:r w:rsidR="0075003B">
        <w:rPr>
          <w:rFonts w:ascii="ＭＳ 明朝" w:hAnsi="ＭＳ 明朝" w:hint="eastAsia"/>
          <w:sz w:val="24"/>
        </w:rPr>
        <w:t>横須賀</w:t>
      </w:r>
      <w:r w:rsidR="00194C37">
        <w:rPr>
          <w:rFonts w:ascii="ＭＳ 明朝" w:hAnsi="ＭＳ 明朝" w:hint="eastAsia"/>
          <w:sz w:val="24"/>
        </w:rPr>
        <w:t>市立</w:t>
      </w:r>
      <w:r w:rsidR="0075003B">
        <w:rPr>
          <w:rFonts w:ascii="ＭＳ 明朝" w:hAnsi="ＭＳ 明朝" w:hint="eastAsia"/>
          <w:sz w:val="24"/>
        </w:rPr>
        <w:t>逸見保育園</w:t>
      </w:r>
      <w:r w:rsidR="00D95CCE" w:rsidRPr="00BC1614">
        <w:rPr>
          <w:rFonts w:ascii="ＭＳ 明朝" w:hAnsi="ＭＳ 明朝" w:hint="eastAsia"/>
          <w:sz w:val="24"/>
        </w:rPr>
        <w:t>の移管を</w:t>
      </w:r>
      <w:r w:rsidR="00194C37">
        <w:rPr>
          <w:rFonts w:ascii="ＭＳ 明朝" w:hAnsi="ＭＳ 明朝" w:hint="eastAsia"/>
          <w:sz w:val="24"/>
        </w:rPr>
        <w:t>受け、保育所運営を行いたいため、</w:t>
      </w:r>
      <w:r w:rsidR="000C104D" w:rsidRPr="00BC1614">
        <w:rPr>
          <w:rFonts w:ascii="ＭＳ 明朝" w:hAnsi="ＭＳ 明朝" w:hint="eastAsia"/>
          <w:sz w:val="24"/>
        </w:rPr>
        <w:t>関係書類を添えて申し込みます。</w:t>
      </w:r>
    </w:p>
    <w:p w:rsidR="00C643B6" w:rsidRPr="00E229F4" w:rsidRDefault="00C643B6" w:rsidP="002B526D">
      <w:pPr>
        <w:ind w:firstLineChars="100" w:firstLine="243"/>
        <w:rPr>
          <w:rFonts w:ascii="ＭＳ 明朝" w:hAnsi="ＭＳ 明朝"/>
          <w:sz w:val="24"/>
        </w:rPr>
      </w:pPr>
    </w:p>
    <w:p w:rsidR="000C104D" w:rsidRDefault="001301C7" w:rsidP="002B526D">
      <w:pPr>
        <w:ind w:firstLineChars="100" w:firstLine="24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応募条件を厳守すること及び</w:t>
      </w:r>
      <w:r w:rsidR="000C104D" w:rsidRPr="00BC1614">
        <w:rPr>
          <w:rFonts w:ascii="ＭＳ 明朝" w:hAnsi="ＭＳ 明朝" w:hint="eastAsia"/>
          <w:sz w:val="24"/>
        </w:rPr>
        <w:t>関係書類</w:t>
      </w:r>
      <w:r w:rsidR="00D95CCE" w:rsidRPr="00BC1614">
        <w:rPr>
          <w:rFonts w:ascii="ＭＳ 明朝" w:hAnsi="ＭＳ 明朝" w:hint="eastAsia"/>
          <w:sz w:val="24"/>
        </w:rPr>
        <w:t>の記載</w:t>
      </w:r>
      <w:r w:rsidR="000C104D" w:rsidRPr="00BC1614">
        <w:rPr>
          <w:rFonts w:ascii="ＭＳ 明朝" w:hAnsi="ＭＳ 明朝" w:hint="eastAsia"/>
          <w:sz w:val="24"/>
        </w:rPr>
        <w:t>内容</w:t>
      </w:r>
      <w:r w:rsidR="00F14AF0" w:rsidRPr="00BC1614">
        <w:rPr>
          <w:rFonts w:ascii="ＭＳ 明朝" w:hAnsi="ＭＳ 明朝" w:hint="eastAsia"/>
          <w:sz w:val="24"/>
        </w:rPr>
        <w:t>が正確</w:t>
      </w:r>
      <w:r w:rsidR="00500BFD" w:rsidRPr="00BC1614">
        <w:rPr>
          <w:rFonts w:ascii="ＭＳ 明朝" w:hAnsi="ＭＳ 明朝" w:hint="eastAsia"/>
          <w:sz w:val="24"/>
        </w:rPr>
        <w:t>で</w:t>
      </w:r>
      <w:r>
        <w:rPr>
          <w:rFonts w:ascii="ＭＳ 明朝" w:hAnsi="ＭＳ 明朝" w:hint="eastAsia"/>
          <w:sz w:val="24"/>
        </w:rPr>
        <w:t>あり、</w:t>
      </w:r>
      <w:r w:rsidR="00D95CCE" w:rsidRPr="00BC1614">
        <w:rPr>
          <w:rFonts w:ascii="ＭＳ 明朝" w:hAnsi="ＭＳ 明朝" w:hint="eastAsia"/>
          <w:sz w:val="24"/>
        </w:rPr>
        <w:t>提案内容</w:t>
      </w:r>
      <w:r w:rsidR="00194C37">
        <w:rPr>
          <w:rFonts w:ascii="ＭＳ 明朝" w:hAnsi="ＭＳ 明朝" w:hint="eastAsia"/>
          <w:sz w:val="24"/>
        </w:rPr>
        <w:t>を</w:t>
      </w:r>
      <w:r w:rsidR="000C104D" w:rsidRPr="00BC1614">
        <w:rPr>
          <w:rFonts w:ascii="ＭＳ 明朝" w:hAnsi="ＭＳ 明朝" w:hint="eastAsia"/>
          <w:sz w:val="24"/>
        </w:rPr>
        <w:t>誠実に履行すること</w:t>
      </w:r>
      <w:r w:rsidR="00597F49">
        <w:rPr>
          <w:rFonts w:ascii="ＭＳ 明朝" w:hAnsi="ＭＳ 明朝" w:hint="eastAsia"/>
          <w:sz w:val="24"/>
        </w:rPr>
        <w:t>を宣誓</w:t>
      </w:r>
      <w:r w:rsidR="000C104D" w:rsidRPr="00BC1614">
        <w:rPr>
          <w:rFonts w:ascii="ＭＳ 明朝" w:hAnsi="ＭＳ 明朝" w:hint="eastAsia"/>
          <w:sz w:val="24"/>
        </w:rPr>
        <w:t>します。</w:t>
      </w:r>
    </w:p>
    <w:p w:rsidR="00860B91" w:rsidRPr="00BC1614" w:rsidRDefault="00860B91">
      <w:pPr>
        <w:jc w:val="right"/>
        <w:rPr>
          <w:rFonts w:ascii="ＭＳ 明朝" w:hAnsi="ＭＳ 明朝"/>
          <w:sz w:val="24"/>
        </w:rPr>
      </w:pPr>
    </w:p>
    <w:p w:rsidR="000C104D" w:rsidRDefault="004A028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0C104D" w:rsidRPr="00D95CCE">
        <w:rPr>
          <w:rFonts w:ascii="ＭＳ 明朝" w:hAnsi="ＭＳ 明朝" w:hint="eastAsia"/>
          <w:sz w:val="24"/>
        </w:rPr>
        <w:t xml:space="preserve">　　年　　月　　日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B61A8B" w:rsidRPr="008015B4" w:rsidTr="00D02489">
        <w:trPr>
          <w:trHeight w:val="1092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/>
                      <w:sz w:val="24"/>
                    </w:rPr>
                    <w:t>法人所在地</w:t>
                  </w:r>
                </w:rubyBase>
              </w:ruby>
            </w: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608" w:type="dxa"/>
          </w:tcPr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  <w:r w:rsidRPr="008015B4">
              <w:rPr>
                <w:rFonts w:ascii="ＭＳ 明朝" w:hAnsi="ＭＳ 明朝" w:hint="eastAsia"/>
                <w:szCs w:val="21"/>
              </w:rPr>
              <w:t>（〒　　　　－　　　　　）</w:t>
            </w: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  <w:r w:rsidRPr="008015B4">
              <w:rPr>
                <w:rFonts w:ascii="ＭＳ 明朝" w:hAnsi="ＭＳ 明朝" w:hint="eastAsia"/>
                <w:szCs w:val="21"/>
              </w:rPr>
              <w:t xml:space="preserve">　　　　　　　（　　　　　　）</w:t>
            </w:r>
          </w:p>
        </w:tc>
      </w:tr>
      <w:tr w:rsidR="00B61A8B" w:rsidRPr="008015B4" w:rsidTr="00D02489">
        <w:trPr>
          <w:trHeight w:val="781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 w:hint="eastAsia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B61A8B" w:rsidRPr="008015B4" w:rsidRDefault="00B61A8B" w:rsidP="00D02489">
            <w:pPr>
              <w:rPr>
                <w:rFonts w:ascii="ＭＳ 明朝" w:hAnsi="ＭＳ 明朝"/>
                <w:sz w:val="24"/>
              </w:rPr>
            </w:pPr>
          </w:p>
        </w:tc>
      </w:tr>
      <w:tr w:rsidR="00B61A8B" w:rsidRPr="008015B4" w:rsidTr="00D02489">
        <w:trPr>
          <w:trHeight w:val="792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B61A8B" w:rsidRPr="008015B4" w:rsidRDefault="00B61A8B" w:rsidP="00D02489">
            <w:pPr>
              <w:ind w:firstLineChars="2055" w:firstLine="5807"/>
              <w:rPr>
                <w:rFonts w:ascii="ＭＳ 明朝" w:hAnsi="ＭＳ 明朝"/>
                <w:sz w:val="28"/>
                <w:szCs w:val="28"/>
              </w:rPr>
            </w:pPr>
            <w:r w:rsidRPr="008015B4">
              <w:rPr>
                <w:rFonts w:ascii="ＭＳ 明朝" w:hAnsi="ＭＳ 明朝" w:hint="eastAsia"/>
                <w:sz w:val="28"/>
                <w:szCs w:val="28"/>
              </w:rPr>
              <w:t xml:space="preserve">㊞　</w:t>
            </w:r>
            <w:r w:rsidRPr="008015B4">
              <w:rPr>
                <w:rFonts w:ascii="ＭＳ 明朝" w:hAnsi="ＭＳ 明朝" w:hint="eastAsia"/>
                <w:sz w:val="16"/>
                <w:szCs w:val="16"/>
              </w:rPr>
              <w:t>（代表者印）</w:t>
            </w:r>
          </w:p>
        </w:tc>
      </w:tr>
    </w:tbl>
    <w:p w:rsidR="00B61A8B" w:rsidRPr="00A837F8" w:rsidRDefault="00B61A8B" w:rsidP="00B61A8B">
      <w:pPr>
        <w:jc w:val="right"/>
        <w:rPr>
          <w:szCs w:val="21"/>
        </w:rPr>
      </w:pPr>
      <w:r>
        <w:rPr>
          <w:rFonts w:hint="eastAsia"/>
          <w:sz w:val="24"/>
        </w:rPr>
        <w:t xml:space="preserve">　　　</w:t>
      </w:r>
      <w:r w:rsidRPr="00505034">
        <w:rPr>
          <w:rFonts w:hint="eastAsia"/>
          <w:szCs w:val="21"/>
        </w:rPr>
        <w:t>＊</w:t>
      </w:r>
      <w:r>
        <w:rPr>
          <w:rFonts w:hint="eastAsia"/>
          <w:szCs w:val="21"/>
        </w:rPr>
        <w:t>保育所名、保育所所在地、</w:t>
      </w:r>
      <w:r w:rsidRPr="00505034">
        <w:rPr>
          <w:rFonts w:hint="eastAsia"/>
          <w:szCs w:val="21"/>
        </w:rPr>
        <w:t>法人所在地、法人名、代表者名に</w:t>
      </w:r>
      <w:r w:rsidRPr="00505034">
        <w:rPr>
          <w:rFonts w:hint="eastAsia"/>
          <w:szCs w:val="21"/>
          <w:u w:val="single"/>
        </w:rPr>
        <w:t>ふりがな</w:t>
      </w:r>
      <w:r w:rsidRPr="00505034">
        <w:rPr>
          <w:rFonts w:hint="eastAsia"/>
          <w:szCs w:val="21"/>
        </w:rPr>
        <w:t>を</w:t>
      </w:r>
      <w:r>
        <w:rPr>
          <w:rFonts w:hint="eastAsia"/>
          <w:szCs w:val="21"/>
        </w:rPr>
        <w:t>お願いします。</w:t>
      </w:r>
    </w:p>
    <w:p w:rsidR="00597F49" w:rsidRPr="00B61A8B" w:rsidRDefault="00597F49">
      <w:pPr>
        <w:rPr>
          <w:sz w:val="24"/>
        </w:rPr>
      </w:pPr>
    </w:p>
    <w:p w:rsidR="00597F49" w:rsidRDefault="00597F49">
      <w:pPr>
        <w:rPr>
          <w:sz w:val="24"/>
        </w:rPr>
      </w:pPr>
    </w:p>
    <w:p w:rsidR="00491A98" w:rsidRDefault="00491A98">
      <w:pPr>
        <w:rPr>
          <w:sz w:val="24"/>
        </w:rPr>
      </w:pPr>
    </w:p>
    <w:p w:rsidR="00491A98" w:rsidRDefault="00491A98" w:rsidP="00491A98">
      <w:pPr>
        <w:ind w:leftChars="100" w:left="213"/>
        <w:rPr>
          <w:sz w:val="24"/>
        </w:rPr>
      </w:pPr>
      <w:r>
        <w:rPr>
          <w:rFonts w:hint="eastAsia"/>
          <w:sz w:val="24"/>
        </w:rPr>
        <w:t>◎本申込書には、次の書類を添付してください。（任意様式）</w:t>
      </w:r>
    </w:p>
    <w:tbl>
      <w:tblPr>
        <w:tblStyle w:val="a9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491A98" w:rsidTr="00491A98">
        <w:tc>
          <w:tcPr>
            <w:tcW w:w="3119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法人種類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添付書類</w:t>
            </w:r>
          </w:p>
        </w:tc>
      </w:tr>
      <w:tr w:rsidR="00491A98" w:rsidTr="00491A98">
        <w:tc>
          <w:tcPr>
            <w:tcW w:w="3119" w:type="dxa"/>
          </w:tcPr>
          <w:p w:rsidR="00491A98" w:rsidRP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社会福祉法人、学校法人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本件に応募することを決定した「法人理事会議事録」等</w:t>
            </w:r>
          </w:p>
        </w:tc>
      </w:tr>
      <w:tr w:rsidR="00491A98" w:rsidTr="00491A98">
        <w:tc>
          <w:tcPr>
            <w:tcW w:w="3119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上記以外の法人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本件に応募することを決定した「取締役会議事録」等</w:t>
            </w:r>
          </w:p>
        </w:tc>
      </w:tr>
    </w:tbl>
    <w:p w:rsidR="00491A98" w:rsidRDefault="00491A98" w:rsidP="00491A98">
      <w:pPr>
        <w:rPr>
          <w:sz w:val="24"/>
        </w:rPr>
      </w:pPr>
    </w:p>
    <w:sectPr w:rsidR="00491A98" w:rsidSect="00036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851" w:left="1134" w:header="851" w:footer="992" w:gutter="0"/>
      <w:pgNumType w:start="8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D0" w:rsidRDefault="000C43D0" w:rsidP="00D95CCE">
      <w:r>
        <w:separator/>
      </w:r>
    </w:p>
  </w:endnote>
  <w:endnote w:type="continuationSeparator" w:id="0">
    <w:p w:rsidR="000C43D0" w:rsidRDefault="000C43D0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2F6" w:rsidRDefault="000362F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55373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0362F6" w:rsidRDefault="000362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62F6">
          <w:rPr>
            <w:noProof/>
            <w:lang w:val="ja-JP"/>
          </w:rPr>
          <w:t>8</w:t>
        </w:r>
        <w:r>
          <w:fldChar w:fldCharType="end"/>
        </w:r>
      </w:p>
    </w:sdtContent>
  </w:sdt>
  <w:p w:rsidR="000362F6" w:rsidRDefault="000362F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2F6" w:rsidRDefault="000362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D0" w:rsidRDefault="000C43D0" w:rsidP="00D95CCE">
      <w:r>
        <w:separator/>
      </w:r>
    </w:p>
  </w:footnote>
  <w:footnote w:type="continuationSeparator" w:id="0">
    <w:p w:rsidR="000C43D0" w:rsidRDefault="000C43D0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2F6" w:rsidRDefault="000362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26D" w:rsidRDefault="002B526D" w:rsidP="002B526D">
    <w:pPr>
      <w:pStyle w:val="a5"/>
      <w:jc w:val="center"/>
    </w:pPr>
  </w:p>
  <w:p w:rsidR="002B526D" w:rsidRDefault="002B526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2F6" w:rsidRDefault="000362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04DB8"/>
    <w:rsid w:val="00007A95"/>
    <w:rsid w:val="00013BA9"/>
    <w:rsid w:val="00022019"/>
    <w:rsid w:val="0002454C"/>
    <w:rsid w:val="00030C84"/>
    <w:rsid w:val="000362F6"/>
    <w:rsid w:val="00044D4E"/>
    <w:rsid w:val="00065798"/>
    <w:rsid w:val="000661A0"/>
    <w:rsid w:val="00083E75"/>
    <w:rsid w:val="000A038C"/>
    <w:rsid w:val="000A7390"/>
    <w:rsid w:val="000B3E23"/>
    <w:rsid w:val="000B731C"/>
    <w:rsid w:val="000C075F"/>
    <w:rsid w:val="000C104D"/>
    <w:rsid w:val="000C43D0"/>
    <w:rsid w:val="000C7349"/>
    <w:rsid w:val="000E03F4"/>
    <w:rsid w:val="000E2ADC"/>
    <w:rsid w:val="000E6FF1"/>
    <w:rsid w:val="00105BDF"/>
    <w:rsid w:val="001301C7"/>
    <w:rsid w:val="00156182"/>
    <w:rsid w:val="001730CD"/>
    <w:rsid w:val="00184AE7"/>
    <w:rsid w:val="001944A5"/>
    <w:rsid w:val="00194C37"/>
    <w:rsid w:val="001A1A7B"/>
    <w:rsid w:val="001A7C2C"/>
    <w:rsid w:val="001B6CD3"/>
    <w:rsid w:val="001E4064"/>
    <w:rsid w:val="00216230"/>
    <w:rsid w:val="002366E0"/>
    <w:rsid w:val="00246833"/>
    <w:rsid w:val="00247C1B"/>
    <w:rsid w:val="002514A0"/>
    <w:rsid w:val="00257BBE"/>
    <w:rsid w:val="00277987"/>
    <w:rsid w:val="0028023B"/>
    <w:rsid w:val="00280543"/>
    <w:rsid w:val="002811C3"/>
    <w:rsid w:val="00290052"/>
    <w:rsid w:val="002B45DA"/>
    <w:rsid w:val="002B526D"/>
    <w:rsid w:val="002C49C5"/>
    <w:rsid w:val="002E23FA"/>
    <w:rsid w:val="002E5586"/>
    <w:rsid w:val="002F2AB6"/>
    <w:rsid w:val="002F4548"/>
    <w:rsid w:val="003078AC"/>
    <w:rsid w:val="00317763"/>
    <w:rsid w:val="00322864"/>
    <w:rsid w:val="00330865"/>
    <w:rsid w:val="003313BB"/>
    <w:rsid w:val="00332C00"/>
    <w:rsid w:val="003552D7"/>
    <w:rsid w:val="00361D6D"/>
    <w:rsid w:val="003639DA"/>
    <w:rsid w:val="00366354"/>
    <w:rsid w:val="003775E8"/>
    <w:rsid w:val="003879C2"/>
    <w:rsid w:val="00391154"/>
    <w:rsid w:val="003A531B"/>
    <w:rsid w:val="003B340D"/>
    <w:rsid w:val="003C36F2"/>
    <w:rsid w:val="003C6373"/>
    <w:rsid w:val="003E2A50"/>
    <w:rsid w:val="003F0537"/>
    <w:rsid w:val="003F42C7"/>
    <w:rsid w:val="003F72D0"/>
    <w:rsid w:val="00417031"/>
    <w:rsid w:val="004366A9"/>
    <w:rsid w:val="004571F4"/>
    <w:rsid w:val="00460B12"/>
    <w:rsid w:val="00490C41"/>
    <w:rsid w:val="00491A98"/>
    <w:rsid w:val="004974E3"/>
    <w:rsid w:val="004A028F"/>
    <w:rsid w:val="004A1A2D"/>
    <w:rsid w:val="004A3DA8"/>
    <w:rsid w:val="004B1D65"/>
    <w:rsid w:val="004B4E4F"/>
    <w:rsid w:val="004C5095"/>
    <w:rsid w:val="004E43B0"/>
    <w:rsid w:val="00500BFD"/>
    <w:rsid w:val="00505034"/>
    <w:rsid w:val="00506D8A"/>
    <w:rsid w:val="005164B0"/>
    <w:rsid w:val="005467E9"/>
    <w:rsid w:val="00546CA0"/>
    <w:rsid w:val="00555379"/>
    <w:rsid w:val="00560CA9"/>
    <w:rsid w:val="00594338"/>
    <w:rsid w:val="0059565B"/>
    <w:rsid w:val="00597F49"/>
    <w:rsid w:val="005D23C6"/>
    <w:rsid w:val="005E7B37"/>
    <w:rsid w:val="005F6AB1"/>
    <w:rsid w:val="006112A4"/>
    <w:rsid w:val="00631C1D"/>
    <w:rsid w:val="006379E0"/>
    <w:rsid w:val="00640868"/>
    <w:rsid w:val="00651CA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508D"/>
    <w:rsid w:val="006B5BE8"/>
    <w:rsid w:val="006D6463"/>
    <w:rsid w:val="006E701E"/>
    <w:rsid w:val="00707DAC"/>
    <w:rsid w:val="00733850"/>
    <w:rsid w:val="0074112B"/>
    <w:rsid w:val="0075003B"/>
    <w:rsid w:val="007540AC"/>
    <w:rsid w:val="00762F7E"/>
    <w:rsid w:val="007635B4"/>
    <w:rsid w:val="00783F54"/>
    <w:rsid w:val="007C1A4A"/>
    <w:rsid w:val="007D5471"/>
    <w:rsid w:val="007F352D"/>
    <w:rsid w:val="007F6A4D"/>
    <w:rsid w:val="008003EB"/>
    <w:rsid w:val="008124D4"/>
    <w:rsid w:val="0081265B"/>
    <w:rsid w:val="00815407"/>
    <w:rsid w:val="008265A9"/>
    <w:rsid w:val="00847A2B"/>
    <w:rsid w:val="00860B91"/>
    <w:rsid w:val="008714EC"/>
    <w:rsid w:val="00885E39"/>
    <w:rsid w:val="00890EF2"/>
    <w:rsid w:val="008A2F5B"/>
    <w:rsid w:val="008A5B34"/>
    <w:rsid w:val="008B38DD"/>
    <w:rsid w:val="008C0654"/>
    <w:rsid w:val="008D0DDD"/>
    <w:rsid w:val="008D2AD1"/>
    <w:rsid w:val="008D7054"/>
    <w:rsid w:val="008E0694"/>
    <w:rsid w:val="008E7DD2"/>
    <w:rsid w:val="009068AD"/>
    <w:rsid w:val="0090785B"/>
    <w:rsid w:val="00922BF0"/>
    <w:rsid w:val="00946B7D"/>
    <w:rsid w:val="009646C9"/>
    <w:rsid w:val="00965108"/>
    <w:rsid w:val="00970DE9"/>
    <w:rsid w:val="009743A5"/>
    <w:rsid w:val="0099019E"/>
    <w:rsid w:val="009977E6"/>
    <w:rsid w:val="009B474A"/>
    <w:rsid w:val="009C6A0A"/>
    <w:rsid w:val="009C7E5A"/>
    <w:rsid w:val="009E413B"/>
    <w:rsid w:val="009E5B25"/>
    <w:rsid w:val="009E75A3"/>
    <w:rsid w:val="009F1FA7"/>
    <w:rsid w:val="009F554E"/>
    <w:rsid w:val="00A051E0"/>
    <w:rsid w:val="00A33281"/>
    <w:rsid w:val="00A40B7B"/>
    <w:rsid w:val="00A4583F"/>
    <w:rsid w:val="00A471F0"/>
    <w:rsid w:val="00A47500"/>
    <w:rsid w:val="00A63E31"/>
    <w:rsid w:val="00A70A89"/>
    <w:rsid w:val="00A72AE7"/>
    <w:rsid w:val="00A95761"/>
    <w:rsid w:val="00AA50D3"/>
    <w:rsid w:val="00AB122D"/>
    <w:rsid w:val="00AC13A5"/>
    <w:rsid w:val="00AC524A"/>
    <w:rsid w:val="00AD5E13"/>
    <w:rsid w:val="00AE0AB3"/>
    <w:rsid w:val="00AF42CB"/>
    <w:rsid w:val="00AF74E1"/>
    <w:rsid w:val="00B1095D"/>
    <w:rsid w:val="00B137EF"/>
    <w:rsid w:val="00B56657"/>
    <w:rsid w:val="00B57C0E"/>
    <w:rsid w:val="00B61A8B"/>
    <w:rsid w:val="00B70C03"/>
    <w:rsid w:val="00B724C2"/>
    <w:rsid w:val="00B74210"/>
    <w:rsid w:val="00B80EEF"/>
    <w:rsid w:val="00B84B1D"/>
    <w:rsid w:val="00B8672C"/>
    <w:rsid w:val="00B96D9B"/>
    <w:rsid w:val="00BB3EE1"/>
    <w:rsid w:val="00BB5504"/>
    <w:rsid w:val="00BC1614"/>
    <w:rsid w:val="00BD65CF"/>
    <w:rsid w:val="00C02B17"/>
    <w:rsid w:val="00C05F58"/>
    <w:rsid w:val="00C06D7C"/>
    <w:rsid w:val="00C1201F"/>
    <w:rsid w:val="00C12E2B"/>
    <w:rsid w:val="00C12F51"/>
    <w:rsid w:val="00C543C7"/>
    <w:rsid w:val="00C6395D"/>
    <w:rsid w:val="00C643B6"/>
    <w:rsid w:val="00C64478"/>
    <w:rsid w:val="00C74331"/>
    <w:rsid w:val="00C83F5A"/>
    <w:rsid w:val="00CA160C"/>
    <w:rsid w:val="00CB17E8"/>
    <w:rsid w:val="00CC1CC4"/>
    <w:rsid w:val="00CF13A8"/>
    <w:rsid w:val="00CF382B"/>
    <w:rsid w:val="00D11294"/>
    <w:rsid w:val="00D4066C"/>
    <w:rsid w:val="00D45C3E"/>
    <w:rsid w:val="00D46CDA"/>
    <w:rsid w:val="00D55848"/>
    <w:rsid w:val="00D92F81"/>
    <w:rsid w:val="00D95CCE"/>
    <w:rsid w:val="00DB0291"/>
    <w:rsid w:val="00DE5555"/>
    <w:rsid w:val="00DF228D"/>
    <w:rsid w:val="00DF46BA"/>
    <w:rsid w:val="00E11A12"/>
    <w:rsid w:val="00E17F43"/>
    <w:rsid w:val="00E229F4"/>
    <w:rsid w:val="00E30E68"/>
    <w:rsid w:val="00E62FAC"/>
    <w:rsid w:val="00EA0A2B"/>
    <w:rsid w:val="00EA15A6"/>
    <w:rsid w:val="00EA5465"/>
    <w:rsid w:val="00EA679B"/>
    <w:rsid w:val="00EB114D"/>
    <w:rsid w:val="00EB3943"/>
    <w:rsid w:val="00EB669D"/>
    <w:rsid w:val="00EE2A27"/>
    <w:rsid w:val="00EF0927"/>
    <w:rsid w:val="00EF0C4B"/>
    <w:rsid w:val="00F020F4"/>
    <w:rsid w:val="00F14AF0"/>
    <w:rsid w:val="00F22E40"/>
    <w:rsid w:val="00F36F35"/>
    <w:rsid w:val="00F52846"/>
    <w:rsid w:val="00F543F2"/>
    <w:rsid w:val="00F5453E"/>
    <w:rsid w:val="00F660E5"/>
    <w:rsid w:val="00F9283D"/>
    <w:rsid w:val="00F936CF"/>
    <w:rsid w:val="00FB2049"/>
    <w:rsid w:val="00FB4061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6AB2-070E-4277-8528-0AD78940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2CA00600.dotm</Template>
  <TotalTime>0</TotalTime>
  <Pages>1</Pages>
  <Words>306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2018-07-13T09:01:00Z</dcterms:created>
  <dcterms:modified xsi:type="dcterms:W3CDTF">2019-07-12T05:39:00Z</dcterms:modified>
</cp:coreProperties>
</file>